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345"/>
        <w:gridCol w:w="3602"/>
        <w:gridCol w:w="236"/>
        <w:gridCol w:w="1963"/>
        <w:gridCol w:w="2635"/>
      </w:tblGrid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7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 w:rsidP="003271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271B6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3271B6">
              <w:rPr>
                <w:szCs w:val="28"/>
              </w:rPr>
              <w:t>278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126F" w:rsidRDefault="00E1126F">
            <w:pPr>
              <w:ind w:left="1360"/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9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199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  <w:tc>
          <w:tcPr>
            <w:tcW w:w="2635" w:type="dxa"/>
            <w:noWrap/>
            <w:vAlign w:val="bottom"/>
            <w:hideMark/>
          </w:tcPr>
          <w:p w:rsidR="00E1126F" w:rsidRDefault="00E1126F"/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E1126F" w:rsidTr="003271B6">
        <w:trPr>
          <w:cantSplit/>
        </w:trPr>
        <w:tc>
          <w:tcPr>
            <w:tcW w:w="4947" w:type="dxa"/>
            <w:gridSpan w:val="2"/>
            <w:noWrap/>
            <w:vAlign w:val="center"/>
            <w:hideMark/>
          </w:tcPr>
          <w:p w:rsidR="00E1126F" w:rsidRDefault="00E1126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3602" w:type="dxa"/>
            <w:noWrap/>
            <w:vAlign w:val="center"/>
          </w:tcPr>
          <w:p w:rsidR="00E1126F" w:rsidRDefault="00E1126F">
            <w:pPr>
              <w:rPr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E1126F" w:rsidRDefault="00E1126F">
            <w:pPr>
              <w:jc w:val="center"/>
              <w:rPr>
                <w:szCs w:val="28"/>
              </w:rPr>
            </w:pPr>
          </w:p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E1126F" w:rsidTr="003271B6">
        <w:trPr>
          <w:cantSplit/>
        </w:trPr>
        <w:tc>
          <w:tcPr>
            <w:tcW w:w="1345" w:type="dxa"/>
            <w:noWrap/>
            <w:vAlign w:val="center"/>
            <w:hideMark/>
          </w:tcPr>
          <w:p w:rsidR="00E1126F" w:rsidRDefault="00E1126F"/>
        </w:tc>
        <w:tc>
          <w:tcPr>
            <w:tcW w:w="3602" w:type="dxa"/>
            <w:noWrap/>
            <w:vAlign w:val="center"/>
            <w:hideMark/>
          </w:tcPr>
          <w:p w:rsidR="00E1126F" w:rsidRDefault="00E1126F"/>
        </w:tc>
        <w:tc>
          <w:tcPr>
            <w:tcW w:w="236" w:type="dxa"/>
            <w:noWrap/>
            <w:vAlign w:val="center"/>
            <w:hideMark/>
          </w:tcPr>
          <w:p w:rsidR="00E1126F" w:rsidRDefault="00E1126F"/>
        </w:tc>
        <w:tc>
          <w:tcPr>
            <w:tcW w:w="4598" w:type="dxa"/>
            <w:gridSpan w:val="2"/>
            <w:noWrap/>
            <w:vAlign w:val="center"/>
            <w:hideMark/>
          </w:tcPr>
          <w:p w:rsidR="00E1126F" w:rsidRDefault="00E1126F" w:rsidP="003271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271B6">
              <w:rPr>
                <w:szCs w:val="28"/>
              </w:rPr>
              <w:t>5 сентября 2020 года</w:t>
            </w:r>
            <w:r>
              <w:rPr>
                <w:szCs w:val="28"/>
              </w:rPr>
              <w:t xml:space="preserve"> № </w:t>
            </w:r>
            <w:r w:rsidR="003271B6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E1126F" w:rsidRDefault="00E1126F"/>
    <w:p w:rsidR="00E1126F" w:rsidRDefault="00E1126F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184"/>
        <w:gridCol w:w="496"/>
        <w:gridCol w:w="559"/>
        <w:gridCol w:w="1496"/>
        <w:gridCol w:w="1559"/>
      </w:tblGrid>
      <w:tr w:rsidR="00E1126F" w:rsidTr="00603C42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E1126F" w:rsidRDefault="00E1126F" w:rsidP="00E1126F">
            <w:pPr>
              <w:rPr>
                <w:szCs w:val="28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26F" w:rsidTr="00603C42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плановый период 2021 и  2022 годов</w:t>
            </w:r>
          </w:p>
        </w:tc>
      </w:tr>
      <w:tr w:rsidR="00E1126F" w:rsidTr="00603C42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Default="00E1126F" w:rsidP="00E1126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126F" w:rsidTr="00603C42">
        <w:trPr>
          <w:cantSplit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  <w:r>
              <w:t>(тыс.руб.)</w:t>
            </w:r>
          </w:p>
        </w:tc>
      </w:tr>
      <w:tr w:rsidR="00E1126F" w:rsidRPr="00603C42" w:rsidTr="00603C42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№</w:t>
            </w:r>
            <w:r w:rsidRPr="00603C4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80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Рз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Пр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2022 год</w:t>
            </w:r>
          </w:p>
        </w:tc>
      </w:tr>
    </w:tbl>
    <w:p w:rsidR="00E1126F" w:rsidRPr="00603C42" w:rsidRDefault="00E1126F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4803"/>
        <w:gridCol w:w="496"/>
        <w:gridCol w:w="559"/>
        <w:gridCol w:w="1496"/>
        <w:gridCol w:w="1559"/>
      </w:tblGrid>
      <w:tr w:rsidR="00E1126F" w:rsidRPr="00603C42" w:rsidTr="00603C42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6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b/>
                <w:bCs/>
                <w:sz w:val="24"/>
                <w:szCs w:val="24"/>
              </w:rPr>
            </w:pPr>
            <w:r w:rsidRPr="00603C42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985034" w:rsidP="00603C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4 083 840,1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985034" w:rsidP="00603C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3 439 422,8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в том числе: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352 372,4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352 834,1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1 807,3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1 807,3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4 305,7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4 305,7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151 951,5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151 949,7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128,2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30 597,3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30 596,3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3 000,0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160 693,0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161 046,9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603C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91 220,3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90 979,7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91 220,3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90 979,7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434 188,5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345 552,3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308,3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Транспорт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0,0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305 291,0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313 314,2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2 235,4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2 235,4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126 353,8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29 694,4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925 903,7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427 648,7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1 246,8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1 246,8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626 320,6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164 045,0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273 513,5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237 534,1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24 822,8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24 822,8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1 617 939,6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1 593 838,1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615 834,7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614 251,6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706 433,7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672 658,5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188 632,9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199 834,4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1 173,4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1 176,2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23 834,1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23 854,9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82 030,8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82 062,5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272 906,3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263 247,6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252 138,0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242 472,5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20 768,3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20 775,1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104 874,8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105 640,7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7 979,8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7 979,8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22 132,9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22 132,9</w:t>
            </w: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603C42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74 762,1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75 528,0</w:t>
            </w:r>
          </w:p>
        </w:tc>
      </w:tr>
      <w:tr w:rsidR="00E1126F" w:rsidRPr="00603C42" w:rsidTr="00DA1648">
        <w:tc>
          <w:tcPr>
            <w:tcW w:w="7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DA1648">
        <w:tc>
          <w:tcPr>
            <w:tcW w:w="726" w:type="dxa"/>
            <w:shd w:val="clear" w:color="auto" w:fill="auto"/>
            <w:hideMark/>
          </w:tcPr>
          <w:p w:rsidR="00E1126F" w:rsidRPr="00603C42" w:rsidRDefault="00603C42" w:rsidP="00E112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1126F" w:rsidRPr="00603C42">
              <w:rPr>
                <w:sz w:val="24"/>
                <w:szCs w:val="24"/>
              </w:rPr>
              <w:t>.</w:t>
            </w: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221 806,1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145 936,4</w:t>
            </w:r>
          </w:p>
        </w:tc>
      </w:tr>
      <w:tr w:rsidR="00E1126F" w:rsidRPr="00603C42" w:rsidTr="00DA1648">
        <w:tc>
          <w:tcPr>
            <w:tcW w:w="726" w:type="dxa"/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DA1648">
        <w:tc>
          <w:tcPr>
            <w:tcW w:w="726" w:type="dxa"/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  <w:hideMark/>
          </w:tcPr>
          <w:p w:rsidR="00E1126F" w:rsidRPr="00603C42" w:rsidRDefault="00E1126F" w:rsidP="00603C42">
            <w:pPr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01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218 748,9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126F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142 878,7</w:t>
            </w:r>
          </w:p>
          <w:p w:rsidR="00603C42" w:rsidRPr="00603C42" w:rsidRDefault="00603C42" w:rsidP="00603C42">
            <w:pPr>
              <w:jc w:val="right"/>
              <w:rPr>
                <w:sz w:val="24"/>
                <w:szCs w:val="24"/>
              </w:rPr>
            </w:pPr>
          </w:p>
        </w:tc>
      </w:tr>
      <w:tr w:rsidR="00E1126F" w:rsidRPr="00603C42" w:rsidTr="00DA1648">
        <w:tc>
          <w:tcPr>
            <w:tcW w:w="726" w:type="dxa"/>
            <w:shd w:val="clear" w:color="auto" w:fill="auto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hideMark/>
          </w:tcPr>
          <w:p w:rsidR="00E1126F" w:rsidRPr="00603C42" w:rsidRDefault="00E1126F" w:rsidP="00E1126F">
            <w:pPr>
              <w:jc w:val="both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05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3 057,2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1126F" w:rsidRPr="00603C42" w:rsidRDefault="00E1126F" w:rsidP="00603C42">
            <w:pPr>
              <w:jc w:val="right"/>
              <w:rPr>
                <w:sz w:val="24"/>
                <w:szCs w:val="24"/>
              </w:rPr>
            </w:pPr>
            <w:r w:rsidRPr="00603C42">
              <w:rPr>
                <w:sz w:val="24"/>
                <w:szCs w:val="24"/>
              </w:rPr>
              <w:t>3 057,7</w:t>
            </w:r>
          </w:p>
        </w:tc>
      </w:tr>
      <w:tr w:rsidR="00E1126F" w:rsidTr="00DA1648">
        <w:tc>
          <w:tcPr>
            <w:tcW w:w="726" w:type="dxa"/>
            <w:shd w:val="clear" w:color="auto" w:fill="auto"/>
            <w:hideMark/>
          </w:tcPr>
          <w:p w:rsidR="00E1126F" w:rsidRDefault="00E1126F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  <w:vAlign w:val="bottom"/>
            <w:hideMark/>
          </w:tcPr>
          <w:p w:rsidR="00E1126F" w:rsidRDefault="00E1126F" w:rsidP="00E1126F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hideMark/>
          </w:tcPr>
          <w:p w:rsidR="00E1126F" w:rsidRDefault="00E1126F" w:rsidP="00E1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  <w:hideMark/>
          </w:tcPr>
          <w:p w:rsidR="00E1126F" w:rsidRDefault="00E1126F" w:rsidP="00E1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  <w:noWrap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E1126F" w:rsidRDefault="00E1126F" w:rsidP="00E1126F">
            <w:pPr>
              <w:jc w:val="right"/>
              <w:rPr>
                <w:sz w:val="24"/>
                <w:szCs w:val="24"/>
              </w:rPr>
            </w:pPr>
          </w:p>
        </w:tc>
      </w:tr>
      <w:tr w:rsidR="00DA1648" w:rsidTr="00DA1648">
        <w:tc>
          <w:tcPr>
            <w:tcW w:w="726" w:type="dxa"/>
            <w:shd w:val="clear" w:color="auto" w:fill="auto"/>
          </w:tcPr>
          <w:p w:rsidR="00DA1648" w:rsidRDefault="00DA1648" w:rsidP="00896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803" w:type="dxa"/>
            <w:shd w:val="clear" w:color="auto" w:fill="auto"/>
            <w:vAlign w:val="bottom"/>
          </w:tcPr>
          <w:p w:rsidR="00DA1648" w:rsidRDefault="00DA1648" w:rsidP="00DA16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96" w:type="dxa"/>
            <w:shd w:val="clear" w:color="auto" w:fill="auto"/>
            <w:noWrap/>
          </w:tcPr>
          <w:p w:rsidR="00DA1648" w:rsidRDefault="00DA1648" w:rsidP="0089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</w:tcPr>
          <w:p w:rsidR="00DA1648" w:rsidRDefault="00DA1648" w:rsidP="0089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  <w:noWrap/>
          </w:tcPr>
          <w:p w:rsidR="00DA1648" w:rsidRDefault="00DA1648" w:rsidP="00896C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62 628,4</w:t>
            </w:r>
          </w:p>
        </w:tc>
        <w:tc>
          <w:tcPr>
            <w:tcW w:w="1559" w:type="dxa"/>
            <w:shd w:val="clear" w:color="auto" w:fill="auto"/>
            <w:noWrap/>
          </w:tcPr>
          <w:p w:rsidR="00DA1648" w:rsidRDefault="00DA1648" w:rsidP="00896C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113 745,2»</w:t>
            </w:r>
          </w:p>
        </w:tc>
      </w:tr>
      <w:tr w:rsidR="00DA1648" w:rsidTr="00DA1648">
        <w:tc>
          <w:tcPr>
            <w:tcW w:w="726" w:type="dxa"/>
            <w:shd w:val="clear" w:color="auto" w:fill="auto"/>
          </w:tcPr>
          <w:p w:rsidR="00DA1648" w:rsidRDefault="00DA1648" w:rsidP="00E11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03" w:type="dxa"/>
            <w:shd w:val="clear" w:color="auto" w:fill="auto"/>
            <w:vAlign w:val="bottom"/>
          </w:tcPr>
          <w:p w:rsidR="00DA1648" w:rsidRDefault="00DA1648" w:rsidP="00E1126F">
            <w:pPr>
              <w:jc w:val="both"/>
            </w:pPr>
          </w:p>
        </w:tc>
        <w:tc>
          <w:tcPr>
            <w:tcW w:w="496" w:type="dxa"/>
            <w:shd w:val="clear" w:color="auto" w:fill="auto"/>
            <w:noWrap/>
          </w:tcPr>
          <w:p w:rsidR="00DA1648" w:rsidRDefault="00DA1648" w:rsidP="00E1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shd w:val="clear" w:color="auto" w:fill="auto"/>
            <w:noWrap/>
          </w:tcPr>
          <w:p w:rsidR="00DA1648" w:rsidRDefault="00DA1648" w:rsidP="00E11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  <w:noWrap/>
          </w:tcPr>
          <w:p w:rsidR="00DA1648" w:rsidRDefault="00DA1648" w:rsidP="00E1126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A1648" w:rsidRDefault="00DA1648" w:rsidP="00E1126F">
            <w:pPr>
              <w:jc w:val="right"/>
              <w:rPr>
                <w:sz w:val="24"/>
                <w:szCs w:val="24"/>
              </w:rPr>
            </w:pPr>
          </w:p>
        </w:tc>
      </w:tr>
    </w:tbl>
    <w:p w:rsidR="002500BB" w:rsidRDefault="002500BB" w:rsidP="00E1126F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567"/>
        <w:gridCol w:w="567"/>
        <w:gridCol w:w="2800"/>
      </w:tblGrid>
      <w:tr w:rsidR="00DA1648" w:rsidTr="00DA1648">
        <w:tc>
          <w:tcPr>
            <w:tcW w:w="5670" w:type="dxa"/>
            <w:vAlign w:val="bottom"/>
            <w:hideMark/>
          </w:tcPr>
          <w:p w:rsidR="00DA1648" w:rsidRDefault="00DA1648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vAlign w:val="bottom"/>
            <w:hideMark/>
          </w:tcPr>
          <w:p w:rsidR="00DA1648" w:rsidRDefault="00DA1648"/>
        </w:tc>
        <w:tc>
          <w:tcPr>
            <w:tcW w:w="567" w:type="dxa"/>
            <w:noWrap/>
            <w:vAlign w:val="center"/>
            <w:hideMark/>
          </w:tcPr>
          <w:p w:rsidR="00DA1648" w:rsidRDefault="00DA1648"/>
        </w:tc>
        <w:tc>
          <w:tcPr>
            <w:tcW w:w="2800" w:type="dxa"/>
            <w:noWrap/>
            <w:vAlign w:val="bottom"/>
            <w:hideMark/>
          </w:tcPr>
          <w:p w:rsidR="00DA1648" w:rsidRDefault="00DA164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</w:tbl>
    <w:p w:rsidR="00DA1648" w:rsidRPr="00E1126F" w:rsidRDefault="00DA1648" w:rsidP="00E1126F"/>
    <w:sectPr w:rsidR="00DA1648" w:rsidRPr="00E1126F" w:rsidSect="00E1126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26F" w:rsidRDefault="00E1126F" w:rsidP="00E12559">
      <w:r>
        <w:separator/>
      </w:r>
    </w:p>
  </w:endnote>
  <w:endnote w:type="continuationSeparator" w:id="0">
    <w:p w:rsidR="00E1126F" w:rsidRDefault="00E1126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26F" w:rsidRDefault="00E1126F" w:rsidP="00E12559">
      <w:r>
        <w:separator/>
      </w:r>
    </w:p>
  </w:footnote>
  <w:footnote w:type="continuationSeparator" w:id="0">
    <w:p w:rsidR="00E1126F" w:rsidRDefault="00E1126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E1126F" w:rsidRDefault="00E1126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1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126F" w:rsidRDefault="00E112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6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B6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3C42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5034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1648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26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A9AC4EB-4FEA-4155-80ED-2890E501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A16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6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8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56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3</cp:revision>
  <cp:lastPrinted>2020-09-24T07:59:00Z</cp:lastPrinted>
  <dcterms:created xsi:type="dcterms:W3CDTF">2020-09-24T07:29:00Z</dcterms:created>
  <dcterms:modified xsi:type="dcterms:W3CDTF">2020-09-28T07:30:00Z</dcterms:modified>
</cp:coreProperties>
</file>